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A9D30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Pr="00986260">
        <w:rPr>
          <w:rStyle w:val="Siln"/>
          <w:highlight w:val="yellow"/>
        </w:rPr>
        <w:t>xxxxxxxxxxxxxxx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13C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13CB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02EF2FA3" w:rsidR="009F392E" w:rsidRPr="00113CBE" w:rsidRDefault="008145D7" w:rsidP="00113CBE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113C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3CBE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290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CA0290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461</Words>
  <Characters>2720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2026-01-20T12:22:00Z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